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F2309E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19254" wp14:editId="719787EA">
                <wp:simplePos x="0" y="0"/>
                <wp:positionH relativeFrom="column">
                  <wp:posOffset>-146329</wp:posOffset>
                </wp:positionH>
                <wp:positionV relativeFrom="paragraph">
                  <wp:posOffset>285267</wp:posOffset>
                </wp:positionV>
                <wp:extent cx="6012815" cy="3262580"/>
                <wp:effectExtent l="0" t="0" r="26035" b="1460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815" cy="326258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11.5pt;margin-top:22.45pt;width:473.45pt;height:2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" filled="f" strokecolor="#7030a0" strokeweight="1pt"/>
            </w:pict>
          </mc:Fallback>
        </mc:AlternateContent>
      </w:r>
      <w:r w:rsidR="0024336D"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w:t>JEU ANIMAUX ET ÉCHELLES</w:t>
      </w:r>
    </w:p>
    <w:p w:rsidR="004B3F3D" w:rsidRPr="0024336D" w:rsidRDefault="004B3F3D" w:rsidP="00687DE3">
      <w:pPr>
        <w:jc w:val="both"/>
        <w:rPr>
          <w:rFonts w:ascii="Arial" w:hAnsi="Arial" w:cs="Arial"/>
          <w:color w:val="FF0000"/>
        </w:rPr>
      </w:pPr>
    </w:p>
    <w:p w:rsidR="00F2309E" w:rsidRDefault="00D77FBD" w:rsidP="00F2309E">
      <w:pPr>
        <w:jc w:val="both"/>
        <w:rPr>
          <w:rFonts w:ascii="Arial" w:hAnsi="Arial" w:cs="Arial"/>
        </w:rPr>
      </w:pPr>
      <w:r w:rsidRPr="00D77FBD">
        <w:rPr>
          <w:rFonts w:ascii="Arial" w:hAnsi="Arial" w:cs="Arial"/>
        </w:rPr>
        <w:t>Découvrir</w:t>
      </w:r>
      <w:r>
        <w:rPr>
          <w:rFonts w:ascii="Arial" w:hAnsi="Arial" w:cs="Arial"/>
        </w:rPr>
        <w:t xml:space="preserve"> et apprendre</w:t>
      </w:r>
      <w:r w:rsidRPr="00D77FBD">
        <w:rPr>
          <w:rFonts w:ascii="Arial" w:hAnsi="Arial" w:cs="Arial"/>
        </w:rPr>
        <w:t xml:space="preserve"> le nom des animaux en albanais tout </w:t>
      </w:r>
      <w:r>
        <w:rPr>
          <w:rFonts w:ascii="Arial" w:hAnsi="Arial" w:cs="Arial"/>
        </w:rPr>
        <w:t>en essayant d'arriver en tête sur la case "</w:t>
      </w:r>
      <w:proofErr w:type="spellStart"/>
      <w:r>
        <w:rPr>
          <w:rFonts w:ascii="Arial" w:hAnsi="Arial" w:cs="Arial"/>
        </w:rPr>
        <w:t>Fund</w:t>
      </w:r>
      <w:proofErr w:type="spellEnd"/>
      <w:r>
        <w:rPr>
          <w:rFonts w:ascii="Arial" w:hAnsi="Arial" w:cs="Arial"/>
        </w:rPr>
        <w:t>". Facile ? Ne vous y méprenez pas, quelques pièges se dresseront s</w:t>
      </w:r>
      <w:r w:rsidR="00BB49CB">
        <w:rPr>
          <w:rFonts w:ascii="Arial" w:hAnsi="Arial" w:cs="Arial"/>
        </w:rPr>
        <w:t>ur votre chemin vers la victoire</w:t>
      </w:r>
      <w:r>
        <w:rPr>
          <w:rFonts w:ascii="Arial" w:hAnsi="Arial" w:cs="Arial"/>
        </w:rPr>
        <w:t xml:space="preserve">. </w:t>
      </w:r>
    </w:p>
    <w:p w:rsidR="00F2309E" w:rsidRDefault="00F2309E" w:rsidP="00F2309E">
      <w:pPr>
        <w:jc w:val="both"/>
        <w:rPr>
          <w:rFonts w:ascii="Arial" w:hAnsi="Arial" w:cs="Arial"/>
        </w:rPr>
      </w:pPr>
    </w:p>
    <w:p w:rsidR="00687DE3" w:rsidRPr="00F2309E" w:rsidRDefault="00687DE3" w:rsidP="00F2309E">
      <w:pPr>
        <w:jc w:val="both"/>
        <w:rPr>
          <w:rFonts w:ascii="Arial" w:hAnsi="Arial" w:cs="Arial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4003A3">
        <w:rPr>
          <w:rFonts w:ascii="Arial" w:hAnsi="Arial" w:cs="Arial"/>
        </w:rPr>
        <w:t xml:space="preserve"> L27, L2 23, L2 24, L3 23, L3 24, L3 26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AC3B5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860134">
        <w:rPr>
          <w:rFonts w:ascii="Arial" w:hAnsi="Arial" w:cs="Arial"/>
        </w:rPr>
        <w:t xml:space="preserve"> MSN 22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860134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860134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860134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860134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860134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Collaboration, communication, stratégie</w:t>
      </w:r>
      <w:r w:rsidR="00AB61A9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A22E3F">
      <w:pPr>
        <w:rPr>
          <w:rFonts w:ascii="Arial" w:hAnsi="Arial" w:cs="Arial"/>
        </w:rPr>
      </w:pPr>
    </w:p>
    <w:p w:rsidR="009F2040" w:rsidRDefault="006025C9" w:rsidP="006025C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 w:rsidRPr="006025C9"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6025C9" w:rsidRPr="006025C9" w:rsidRDefault="006025C9" w:rsidP="006025C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A22E3F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D660C8" w:rsidRDefault="00A22E3F" w:rsidP="00A22E3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plateau de jeu</w:t>
      </w:r>
      <w:r>
        <w:rPr>
          <w:rFonts w:ascii="Arial" w:hAnsi="Arial" w:cs="Arial"/>
          <w:b/>
        </w:rPr>
        <w:t>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A22E3F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A22E3F" w:rsidRPr="00A22E3F" w:rsidRDefault="00A22E3F" w:rsidP="00A22E3F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A22E3F">
        <w:rPr>
          <w:rFonts w:ascii="Arial" w:hAnsi="Arial" w:cs="Arial"/>
          <w:b/>
        </w:rPr>
        <w:t>Un dé 6 faces</w:t>
      </w:r>
    </w:p>
    <w:p w:rsidR="00A22E3F" w:rsidRPr="00A22E3F" w:rsidRDefault="00431185" w:rsidP="00A22E3F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A22E3F" w:rsidRPr="00A22E3F">
        <w:rPr>
          <w:rFonts w:ascii="Arial" w:hAnsi="Arial" w:cs="Arial"/>
          <w:b/>
        </w:rPr>
        <w:t xml:space="preserve"> </w:t>
      </w:r>
      <w:r w:rsidR="00010127">
        <w:rPr>
          <w:rFonts w:ascii="Arial" w:hAnsi="Arial" w:cs="Arial"/>
          <w:b/>
        </w:rPr>
        <w:t>p</w:t>
      </w:r>
      <w:r w:rsidR="00A22E3F" w:rsidRPr="00A22E3F">
        <w:rPr>
          <w:rFonts w:ascii="Arial" w:hAnsi="Arial" w:cs="Arial"/>
          <w:b/>
        </w:rPr>
        <w:t>ions</w:t>
      </w:r>
    </w:p>
    <w:p w:rsidR="00A22E3F" w:rsidRPr="004B3F3D" w:rsidRDefault="00A22E3F" w:rsidP="00A22E3F">
      <w:pPr>
        <w:pStyle w:val="Paragraphedeliste"/>
        <w:rPr>
          <w:rFonts w:ascii="Arial" w:hAnsi="Arial" w:cs="Arial"/>
        </w:rPr>
      </w:pPr>
    </w:p>
    <w:p w:rsidR="00716697" w:rsidRPr="00A22E3F" w:rsidRDefault="00716697" w:rsidP="00A22E3F">
      <w:pPr>
        <w:rPr>
          <w:rFonts w:ascii="Arial" w:hAnsi="Arial" w:cs="Arial"/>
          <w:b/>
        </w:rPr>
      </w:pPr>
    </w:p>
    <w:sectPr w:rsidR="00716697" w:rsidRPr="00A22E3F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E3" w:rsidRDefault="00687DE3" w:rsidP="00687DE3">
      <w:pPr>
        <w:spacing w:after="0" w:line="240" w:lineRule="auto"/>
      </w:pPr>
      <w:r>
        <w:separator/>
      </w:r>
    </w:p>
  </w:endnote>
  <w:end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E3" w:rsidRDefault="00687DE3" w:rsidP="00687DE3">
      <w:pPr>
        <w:spacing w:after="0" w:line="240" w:lineRule="auto"/>
      </w:pPr>
      <w:r>
        <w:separator/>
      </w:r>
    </w:p>
  </w:footnote>
  <w:footnote w:type="continuationSeparator" w:id="0">
    <w:p w:rsidR="00687DE3" w:rsidRDefault="00687DE3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10127"/>
    <w:rsid w:val="00045A72"/>
    <w:rsid w:val="001A4A00"/>
    <w:rsid w:val="001B5755"/>
    <w:rsid w:val="0024336D"/>
    <w:rsid w:val="003357E3"/>
    <w:rsid w:val="003F707B"/>
    <w:rsid w:val="004003A3"/>
    <w:rsid w:val="004163C9"/>
    <w:rsid w:val="00431185"/>
    <w:rsid w:val="004651B3"/>
    <w:rsid w:val="004B3F3D"/>
    <w:rsid w:val="00507F03"/>
    <w:rsid w:val="0055179C"/>
    <w:rsid w:val="005E1092"/>
    <w:rsid w:val="006025C9"/>
    <w:rsid w:val="00687DE3"/>
    <w:rsid w:val="00716697"/>
    <w:rsid w:val="0074766C"/>
    <w:rsid w:val="00860134"/>
    <w:rsid w:val="009279D5"/>
    <w:rsid w:val="0094240B"/>
    <w:rsid w:val="009D7C8D"/>
    <w:rsid w:val="009F2040"/>
    <w:rsid w:val="00A22E3F"/>
    <w:rsid w:val="00AB61A9"/>
    <w:rsid w:val="00AC3B5A"/>
    <w:rsid w:val="00BB49CB"/>
    <w:rsid w:val="00D51059"/>
    <w:rsid w:val="00D61C79"/>
    <w:rsid w:val="00D660C8"/>
    <w:rsid w:val="00D75DB1"/>
    <w:rsid w:val="00D77FBD"/>
    <w:rsid w:val="00DF5E50"/>
    <w:rsid w:val="00F2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20776AFD.dotm</Template>
  <TotalTime>1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2019-07-18T15:42:00Z</dcterms:created>
  <dcterms:modified xsi:type="dcterms:W3CDTF">2019-07-29T06:39:00Z</dcterms:modified>
</cp:coreProperties>
</file>